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7411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E7411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7411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4888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561520" w:rsidRDefault="00561520" w:rsidP="002F1A08"/>
    <w:p w:rsidR="00561520" w:rsidRDefault="00561520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986630">
      <w:rPr>
        <w:rFonts w:ascii="Arial" w:hAnsi="Arial" w:cs="Arial"/>
        <w:b/>
        <w:szCs w:val="24"/>
        <w:lang w:val="fr-BE"/>
      </w:rPr>
      <w:t>van boven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520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01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88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117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103641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16EE572-0BEF-4816-87CD-FE087A213D8A}"/>
</file>

<file path=customXml/itemProps2.xml><?xml version="1.0" encoding="utf-8"?>
<ds:datastoreItem xmlns:ds="http://schemas.openxmlformats.org/officeDocument/2006/customXml" ds:itemID="{F3014782-192D-40C9-80AB-D9B6517682D6}"/>
</file>

<file path=customXml/itemProps3.xml><?xml version="1.0" encoding="utf-8"?>
<ds:datastoreItem xmlns:ds="http://schemas.openxmlformats.org/officeDocument/2006/customXml" ds:itemID="{FE6A809A-C24F-401E-B21A-0AC78259227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220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